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2B04D" w14:textId="70C37669" w:rsidR="00671DDF" w:rsidRDefault="006E7536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F125DA" wp14:editId="011349F5">
                <wp:simplePos x="0" y="0"/>
                <wp:positionH relativeFrom="column">
                  <wp:posOffset>2032000</wp:posOffset>
                </wp:positionH>
                <wp:positionV relativeFrom="paragraph">
                  <wp:posOffset>5749290</wp:posOffset>
                </wp:positionV>
                <wp:extent cx="5943600" cy="43561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356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alpha val="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2E9D4" w14:textId="77777777" w:rsidR="006E7536" w:rsidRDefault="006E7536" w:rsidP="006E753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6" o:spid="_x0000_s1026" type="#_x0000_t202" style="position:absolute;margin-left:160pt;margin-top:452.7pt;width:468pt;height:34.3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" filled="f" strokecolor="black [3213]" strokeweight="1pt">
                <v:stroke opacity="0"/>
                <v:textbox>
                  <w:txbxContent>
                    <w:p w14:paraId="7342E9D4" w14:textId="77777777" w:rsidR="006E7536" w:rsidRDefault="006E7536" w:rsidP="006E753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A63F37" wp14:editId="4AA1ECAA">
                <wp:simplePos x="0" y="0"/>
                <wp:positionH relativeFrom="column">
                  <wp:posOffset>5933440</wp:posOffset>
                </wp:positionH>
                <wp:positionV relativeFrom="paragraph">
                  <wp:posOffset>6309360</wp:posOffset>
                </wp:positionV>
                <wp:extent cx="2052320" cy="43688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320" cy="4368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alpha val="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DD8A3" w14:textId="77777777" w:rsidR="006E7536" w:rsidRDefault="006E7536" w:rsidP="006B626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467.2pt;margin-top:496.8pt;width:161.6pt;height:3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" filled="f" strokecolor="black [3213]" strokeweight="1pt">
                <v:stroke opacity="0"/>
                <v:textbox>
                  <w:txbxContent>
                    <w:p w14:paraId="1A3DD8A3" w14:textId="77777777" w:rsidR="006E7536" w:rsidRDefault="006E7536" w:rsidP="006B626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043EAA" wp14:editId="185E7774">
                <wp:simplePos x="0" y="0"/>
                <wp:positionH relativeFrom="column">
                  <wp:posOffset>2042160</wp:posOffset>
                </wp:positionH>
                <wp:positionV relativeFrom="paragraph">
                  <wp:posOffset>6309360</wp:posOffset>
                </wp:positionV>
                <wp:extent cx="3342640" cy="43688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2640" cy="4368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alpha val="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7A807" w14:textId="77777777" w:rsidR="006E7536" w:rsidRDefault="006E7536" w:rsidP="006B626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160.8pt;margin-top:496.8pt;width:263.2pt;height:3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" filled="f" strokecolor="black [3213]" strokeweight="1pt">
                <v:stroke opacity="0"/>
                <v:textbox>
                  <w:txbxContent>
                    <w:p w14:paraId="19E7A807" w14:textId="77777777" w:rsidR="006E7536" w:rsidRDefault="006E7536" w:rsidP="006B626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CE9B0" wp14:editId="3134A574">
                <wp:simplePos x="0" y="0"/>
                <wp:positionH relativeFrom="column">
                  <wp:posOffset>2052320</wp:posOffset>
                </wp:positionH>
                <wp:positionV relativeFrom="paragraph">
                  <wp:posOffset>4804410</wp:posOffset>
                </wp:positionV>
                <wp:extent cx="5943600" cy="43561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356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alpha val="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2E68E9" w14:textId="77777777" w:rsidR="006E7536" w:rsidRDefault="006E7536" w:rsidP="006B626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161.6pt;margin-top:378.3pt;width:468pt;height:34.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" filled="f" strokecolor="black [3213]" strokeweight="1pt">
                <v:stroke opacity="0"/>
                <v:textbox>
                  <w:txbxContent>
                    <w:p w14:paraId="7B2E68E9" w14:textId="77777777" w:rsidR="006E7536" w:rsidRDefault="006E7536" w:rsidP="006B626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FC272" wp14:editId="31012716">
                <wp:simplePos x="0" y="0"/>
                <wp:positionH relativeFrom="column">
                  <wp:posOffset>2062480</wp:posOffset>
                </wp:positionH>
                <wp:positionV relativeFrom="paragraph">
                  <wp:posOffset>3749040</wp:posOffset>
                </wp:positionV>
                <wp:extent cx="5943600" cy="43688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368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alpha val="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22CB7" w14:textId="1EB4C665" w:rsidR="006E7536" w:rsidRDefault="006E7536" w:rsidP="006B626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62.4pt;margin-top:295.2pt;width:468pt;height:34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" filled="f" strokecolor="black [3213]" strokeweight="1pt">
                <v:stroke opacity="0"/>
                <v:textbox>
                  <w:txbxContent>
                    <w:p w14:paraId="37622CB7" w14:textId="1EB4C665" w:rsidR="006E7536" w:rsidRDefault="006E7536" w:rsidP="006B626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sectPr w:rsidR="00671DDF" w:rsidSect="00671DD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65882" w14:textId="77777777" w:rsidR="006E7536" w:rsidRDefault="006E7536" w:rsidP="00671DDF">
      <w:pPr>
        <w:spacing w:after="0" w:line="240" w:lineRule="auto"/>
      </w:pPr>
      <w:r>
        <w:separator/>
      </w:r>
    </w:p>
  </w:endnote>
  <w:endnote w:type="continuationSeparator" w:id="0">
    <w:p w14:paraId="4A0ED011" w14:textId="77777777" w:rsidR="006E7536" w:rsidRDefault="006E7536" w:rsidP="00671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64F09" w14:textId="77777777" w:rsidR="006E7536" w:rsidRDefault="006E7536" w:rsidP="00671DDF">
      <w:pPr>
        <w:spacing w:after="0" w:line="240" w:lineRule="auto"/>
      </w:pPr>
      <w:r>
        <w:separator/>
      </w:r>
    </w:p>
  </w:footnote>
  <w:footnote w:type="continuationSeparator" w:id="0">
    <w:p w14:paraId="4E087D18" w14:textId="77777777" w:rsidR="006E7536" w:rsidRDefault="006E7536" w:rsidP="00671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7A2C1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16C"/>
    <w:rsid w:val="00003E47"/>
    <w:rsid w:val="000E4562"/>
    <w:rsid w:val="001F389B"/>
    <w:rsid w:val="002057E5"/>
    <w:rsid w:val="00276F5D"/>
    <w:rsid w:val="00351B15"/>
    <w:rsid w:val="003A5A84"/>
    <w:rsid w:val="004269E7"/>
    <w:rsid w:val="00427910"/>
    <w:rsid w:val="00465B30"/>
    <w:rsid w:val="00671DDF"/>
    <w:rsid w:val="006A616C"/>
    <w:rsid w:val="006B626F"/>
    <w:rsid w:val="006E70D1"/>
    <w:rsid w:val="006E7536"/>
    <w:rsid w:val="00920E5F"/>
    <w:rsid w:val="009E204C"/>
    <w:rsid w:val="00A01712"/>
    <w:rsid w:val="00A411E3"/>
    <w:rsid w:val="00B04B7B"/>
    <w:rsid w:val="00C13F91"/>
    <w:rsid w:val="00C174B5"/>
    <w:rsid w:val="00C50C73"/>
    <w:rsid w:val="00C646AD"/>
    <w:rsid w:val="00C85166"/>
    <w:rsid w:val="00DC1C1E"/>
    <w:rsid w:val="00E56F43"/>
    <w:rsid w:val="00F0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451E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53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DDF"/>
  </w:style>
  <w:style w:type="paragraph" w:styleId="Footer">
    <w:name w:val="footer"/>
    <w:basedOn w:val="Normal"/>
    <w:link w:val="FooterChar"/>
    <w:uiPriority w:val="99"/>
    <w:unhideWhenUsed/>
    <w:rsid w:val="00671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DDF"/>
  </w:style>
  <w:style w:type="paragraph" w:styleId="BalloonText">
    <w:name w:val="Balloon Text"/>
    <w:basedOn w:val="Normal"/>
    <w:link w:val="BalloonTextChar"/>
    <w:uiPriority w:val="99"/>
    <w:semiHidden/>
    <w:unhideWhenUsed/>
    <w:rsid w:val="00671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71D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53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DDF"/>
  </w:style>
  <w:style w:type="paragraph" w:styleId="Footer">
    <w:name w:val="footer"/>
    <w:basedOn w:val="Normal"/>
    <w:link w:val="FooterChar"/>
    <w:uiPriority w:val="99"/>
    <w:unhideWhenUsed/>
    <w:rsid w:val="00671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DDF"/>
  </w:style>
  <w:style w:type="paragraph" w:styleId="BalloonText">
    <w:name w:val="Balloon Text"/>
    <w:basedOn w:val="Normal"/>
    <w:link w:val="BalloonTextChar"/>
    <w:uiPriority w:val="99"/>
    <w:semiHidden/>
    <w:unhideWhenUsed/>
    <w:rsid w:val="00671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71D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WebArt:Certificate%20Templates:RC-30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RC-305.dot</Template>
  <TotalTime>0</TotalTime>
  <Pages>1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Web4 web4</dc:creator>
  <cp:keywords/>
  <dc:description/>
  <cp:lastModifiedBy>Web4 web4</cp:lastModifiedBy>
  <cp:revision>3</cp:revision>
  <dcterms:created xsi:type="dcterms:W3CDTF">2014-08-05T18:04:00Z</dcterms:created>
  <dcterms:modified xsi:type="dcterms:W3CDTF">2014-08-05T18:04:00Z</dcterms:modified>
</cp:coreProperties>
</file>