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2B04D" w14:textId="71FBD4F9" w:rsidR="00671DDF" w:rsidRDefault="0084685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A63F37" wp14:editId="09524015">
                <wp:simplePos x="0" y="0"/>
                <wp:positionH relativeFrom="column">
                  <wp:posOffset>5679440</wp:posOffset>
                </wp:positionH>
                <wp:positionV relativeFrom="paragraph">
                  <wp:posOffset>5567680</wp:posOffset>
                </wp:positionV>
                <wp:extent cx="2448560" cy="43688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8560" cy="436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DD8A3" w14:textId="77777777" w:rsidR="006E7536" w:rsidRDefault="006E7536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447.2pt;margin-top:438.4pt;width:192.8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" filled="f" strokecolor="black [3213]" strokeweight="1pt">
                <v:stroke opacity="0"/>
                <v:textbox>
                  <w:txbxContent>
                    <w:p w14:paraId="1A3DD8A3" w14:textId="77777777" w:rsidR="006E7536" w:rsidRDefault="006E7536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43EAA" wp14:editId="58434F63">
                <wp:simplePos x="0" y="0"/>
                <wp:positionH relativeFrom="column">
                  <wp:posOffset>1737360</wp:posOffset>
                </wp:positionH>
                <wp:positionV relativeFrom="paragraph">
                  <wp:posOffset>5577840</wp:posOffset>
                </wp:positionV>
                <wp:extent cx="3566160" cy="43688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6160" cy="436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7A807" w14:textId="77777777" w:rsidR="006E7536" w:rsidRDefault="006E7536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36.8pt;margin-top:439.2pt;width:280.8pt;height:3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" filled="f" strokecolor="black [3213]" strokeweight="1pt">
                <v:stroke opacity="0"/>
                <v:textbox>
                  <w:txbxContent>
                    <w:p w14:paraId="19E7A807" w14:textId="77777777" w:rsidR="006E7536" w:rsidRDefault="006E7536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BCAEAD" wp14:editId="1DD23BE0">
                <wp:simplePos x="0" y="0"/>
                <wp:positionH relativeFrom="column">
                  <wp:posOffset>1737360</wp:posOffset>
                </wp:positionH>
                <wp:positionV relativeFrom="paragraph">
                  <wp:posOffset>4936490</wp:posOffset>
                </wp:positionV>
                <wp:extent cx="6441440" cy="43561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1440" cy="4356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615DE" w14:textId="77777777" w:rsidR="00846859" w:rsidRDefault="00846859" w:rsidP="0084685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6.8pt;margin-top:388.7pt;width:507.2pt;height:3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" filled="f" strokecolor="black [3213]" strokeweight="1pt">
                <v:stroke opacity="0"/>
                <v:textbox>
                  <w:txbxContent>
                    <w:p w14:paraId="0A1615DE" w14:textId="77777777" w:rsidR="00846859" w:rsidRDefault="00846859" w:rsidP="0084685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CE9B0" wp14:editId="0990619B">
                <wp:simplePos x="0" y="0"/>
                <wp:positionH relativeFrom="column">
                  <wp:posOffset>1747520</wp:posOffset>
                </wp:positionH>
                <wp:positionV relativeFrom="paragraph">
                  <wp:posOffset>4052570</wp:posOffset>
                </wp:positionV>
                <wp:extent cx="6441440" cy="43561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1440" cy="4356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E68E9" w14:textId="77777777" w:rsidR="006E7536" w:rsidRDefault="006E7536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137.6pt;margin-top:319.1pt;width:507.2pt;height:3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" filled="f" strokecolor="black [3213]" strokeweight="1pt">
                <v:stroke opacity="0"/>
                <v:textbox>
                  <w:txbxContent>
                    <w:p w14:paraId="7B2E68E9" w14:textId="77777777" w:rsidR="006E7536" w:rsidRDefault="006E7536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FC272" wp14:editId="7626D0CE">
                <wp:simplePos x="0" y="0"/>
                <wp:positionH relativeFrom="column">
                  <wp:posOffset>1747520</wp:posOffset>
                </wp:positionH>
                <wp:positionV relativeFrom="paragraph">
                  <wp:posOffset>2852420</wp:posOffset>
                </wp:positionV>
                <wp:extent cx="6522720" cy="43497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2720" cy="434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22CB7" w14:textId="1EB4C665" w:rsidR="006E7536" w:rsidRDefault="006E7536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37.6pt;margin-top:224.6pt;width:513.6pt;height: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" filled="f" strokecolor="black [3213]" strokeweight="1pt">
                <v:stroke opacity="0"/>
                <v:textbox>
                  <w:txbxContent>
                    <w:p w14:paraId="37622CB7" w14:textId="1EB4C665" w:rsidR="006E7536" w:rsidRDefault="006E7536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671DDF" w:rsidSect="00671DD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65882" w14:textId="77777777" w:rsidR="006E7536" w:rsidRDefault="006E7536" w:rsidP="00671DDF">
      <w:pPr>
        <w:spacing w:after="0" w:line="240" w:lineRule="auto"/>
      </w:pPr>
      <w:r>
        <w:separator/>
      </w:r>
    </w:p>
  </w:endnote>
  <w:endnote w:type="continuationSeparator" w:id="0">
    <w:p w14:paraId="4A0ED011" w14:textId="77777777" w:rsidR="006E7536" w:rsidRDefault="006E7536" w:rsidP="0067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64F09" w14:textId="77777777" w:rsidR="006E7536" w:rsidRDefault="006E7536" w:rsidP="00671DDF">
      <w:pPr>
        <w:spacing w:after="0" w:line="240" w:lineRule="auto"/>
      </w:pPr>
      <w:r>
        <w:separator/>
      </w:r>
    </w:p>
  </w:footnote>
  <w:footnote w:type="continuationSeparator" w:id="0">
    <w:p w14:paraId="4E087D18" w14:textId="77777777" w:rsidR="006E7536" w:rsidRDefault="006E7536" w:rsidP="00671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286C6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6C"/>
    <w:rsid w:val="00003E47"/>
    <w:rsid w:val="000E4562"/>
    <w:rsid w:val="001F389B"/>
    <w:rsid w:val="002057E5"/>
    <w:rsid w:val="00276F5D"/>
    <w:rsid w:val="00351B15"/>
    <w:rsid w:val="003A5A84"/>
    <w:rsid w:val="004269E7"/>
    <w:rsid w:val="00427910"/>
    <w:rsid w:val="00465B30"/>
    <w:rsid w:val="00671DDF"/>
    <w:rsid w:val="006A616C"/>
    <w:rsid w:val="006B626F"/>
    <w:rsid w:val="006E70D1"/>
    <w:rsid w:val="006E7536"/>
    <w:rsid w:val="007A7556"/>
    <w:rsid w:val="00846859"/>
    <w:rsid w:val="00920E5F"/>
    <w:rsid w:val="009E204C"/>
    <w:rsid w:val="00A01712"/>
    <w:rsid w:val="00A411E3"/>
    <w:rsid w:val="00A44EF7"/>
    <w:rsid w:val="00B04B7B"/>
    <w:rsid w:val="00C13F91"/>
    <w:rsid w:val="00C174B5"/>
    <w:rsid w:val="00C50C73"/>
    <w:rsid w:val="00C646AD"/>
    <w:rsid w:val="00C66901"/>
    <w:rsid w:val="00C85166"/>
    <w:rsid w:val="00DC1C1E"/>
    <w:rsid w:val="00E3436D"/>
    <w:rsid w:val="00E56F43"/>
    <w:rsid w:val="00F0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4451E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5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DDF"/>
  </w:style>
  <w:style w:type="paragraph" w:styleId="Footer">
    <w:name w:val="footer"/>
    <w:basedOn w:val="Normal"/>
    <w:link w:val="Foot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DDF"/>
  </w:style>
  <w:style w:type="paragraph" w:styleId="BalloonText">
    <w:name w:val="Balloon Text"/>
    <w:basedOn w:val="Normal"/>
    <w:link w:val="BalloonTextChar"/>
    <w:uiPriority w:val="99"/>
    <w:semiHidden/>
    <w:unhideWhenUsed/>
    <w:rsid w:val="0067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71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5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DDF"/>
  </w:style>
  <w:style w:type="paragraph" w:styleId="Footer">
    <w:name w:val="footer"/>
    <w:basedOn w:val="Normal"/>
    <w:link w:val="Foot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DDF"/>
  </w:style>
  <w:style w:type="paragraph" w:styleId="BalloonText">
    <w:name w:val="Balloon Text"/>
    <w:basedOn w:val="Normal"/>
    <w:link w:val="BalloonTextChar"/>
    <w:uiPriority w:val="99"/>
    <w:semiHidden/>
    <w:unhideWhenUsed/>
    <w:rsid w:val="0067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71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WebArt:Certificate%20Templates:RC-3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RC-305.dot</Template>
  <TotalTime>2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Web4 web4</dc:creator>
  <cp:keywords/>
  <dc:description/>
  <cp:lastModifiedBy>Web4 web4</cp:lastModifiedBy>
  <cp:revision>4</cp:revision>
  <dcterms:created xsi:type="dcterms:W3CDTF">2014-08-19T14:08:00Z</dcterms:created>
  <dcterms:modified xsi:type="dcterms:W3CDTF">2014-08-19T14:09:00Z</dcterms:modified>
</cp:coreProperties>
</file>