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6AAE0" w14:textId="338D4F44" w:rsidR="00671DDF" w:rsidRDefault="008A5FF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2ABA2D28" wp14:editId="4F26BB5E">
                <wp:simplePos x="0" y="0"/>
                <wp:positionH relativeFrom="column">
                  <wp:posOffset>1767840</wp:posOffset>
                </wp:positionH>
                <wp:positionV relativeFrom="paragraph">
                  <wp:posOffset>3107690</wp:posOffset>
                </wp:positionV>
                <wp:extent cx="6583680" cy="55689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83680" cy="5568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alpha val="0"/>
                            </a:sys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2169C7F" w14:textId="77777777" w:rsidR="004B7D3A" w:rsidRDefault="004B7D3A" w:rsidP="004B7D3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39.2pt;margin-top:244.7pt;width:518.4pt;height:43.85pt;z-index:251654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" filled="f" strokecolor="windowText" strokeweight="1pt">
                <v:stroke opacity="0"/>
                <v:path arrowok="t"/>
                <v:textbox>
                  <w:txbxContent>
                    <w:p w14:paraId="32169C7F" w14:textId="77777777" w:rsidR="004B7D3A" w:rsidRDefault="004B7D3A" w:rsidP="004B7D3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0" behindDoc="0" locked="0" layoutInCell="1" allowOverlap="1" wp14:anchorId="431A3F85" wp14:editId="775B9D61">
                <wp:simplePos x="0" y="0"/>
                <wp:positionH relativeFrom="column">
                  <wp:posOffset>1757680</wp:posOffset>
                </wp:positionH>
                <wp:positionV relativeFrom="paragraph">
                  <wp:posOffset>3981450</wp:posOffset>
                </wp:positionV>
                <wp:extent cx="6604000" cy="55689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4000" cy="5568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alpha val="0"/>
                            </a:sys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E46DBDD" w14:textId="77777777" w:rsidR="004B7D3A" w:rsidRDefault="004B7D3A" w:rsidP="004B7D3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38.4pt;margin-top:313.5pt;width:520pt;height:43.85pt;z-index:251653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" filled="f" strokecolor="windowText" strokeweight="1pt">
                <v:stroke opacity="0"/>
                <v:path arrowok="t"/>
                <v:textbox>
                  <w:txbxContent>
                    <w:p w14:paraId="1E46DBDD" w14:textId="77777777" w:rsidR="004B7D3A" w:rsidRDefault="004B7D3A" w:rsidP="004B7D3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12BEAA" wp14:editId="73F436D8">
                <wp:simplePos x="0" y="0"/>
                <wp:positionH relativeFrom="column">
                  <wp:posOffset>1757680</wp:posOffset>
                </wp:positionH>
                <wp:positionV relativeFrom="paragraph">
                  <wp:posOffset>4864735</wp:posOffset>
                </wp:positionV>
                <wp:extent cx="6543040" cy="55626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43040" cy="556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alpha val="0"/>
                            </a:sys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87F0F45" w14:textId="77777777" w:rsidR="00D96144" w:rsidRDefault="00D96144" w:rsidP="003A5C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8.4pt;margin-top:383.05pt;width:515.2pt;height:4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" filled="f" strokecolor="windowText" strokeweight="1pt">
                <v:stroke opacity="0"/>
                <v:path arrowok="t"/>
                <v:textbox>
                  <w:txbxContent>
                    <w:p w14:paraId="187F0F45" w14:textId="77777777" w:rsidR="00D96144" w:rsidRDefault="00D96144" w:rsidP="003A5C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B564C03" wp14:editId="5172AA88">
                <wp:simplePos x="0" y="0"/>
                <wp:positionH relativeFrom="column">
                  <wp:posOffset>6238240</wp:posOffset>
                </wp:positionH>
                <wp:positionV relativeFrom="paragraph">
                  <wp:posOffset>5767705</wp:posOffset>
                </wp:positionV>
                <wp:extent cx="2082800" cy="518160"/>
                <wp:effectExtent l="0" t="0" r="0" b="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2800" cy="518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alpha val="0"/>
                            </a:sys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B48EB4B" w14:textId="77777777" w:rsidR="00D96144" w:rsidRDefault="00D96144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491.2pt;margin-top:454.15pt;width:164pt;height:40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" filled="f" strokecolor="windowText" strokeweight="1pt">
                <v:stroke opacity="0"/>
                <v:path arrowok="t"/>
                <v:textbox>
                  <w:txbxContent>
                    <w:p w14:paraId="1B48EB4B" w14:textId="77777777" w:rsidR="00D96144" w:rsidRDefault="00D96144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5FA68DC" wp14:editId="7785C086">
                <wp:simplePos x="0" y="0"/>
                <wp:positionH relativeFrom="column">
                  <wp:posOffset>1766570</wp:posOffset>
                </wp:positionH>
                <wp:positionV relativeFrom="paragraph">
                  <wp:posOffset>5783580</wp:posOffset>
                </wp:positionV>
                <wp:extent cx="4278630" cy="508000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78630" cy="508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alpha val="0"/>
                            </a:sys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CDC7EF1" w14:textId="77777777" w:rsidR="00D96144" w:rsidRDefault="00D96144" w:rsidP="006B626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139.1pt;margin-top:455.4pt;width:336.9pt;height:4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" filled="f" strokecolor="windowText" strokeweight="1pt">
                <v:stroke opacity="0"/>
                <v:path arrowok="t"/>
                <v:textbox>
                  <w:txbxContent>
                    <w:p w14:paraId="7CDC7EF1" w14:textId="77777777" w:rsidR="00D96144" w:rsidRDefault="00D96144" w:rsidP="006B626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71DDF" w:rsidSect="00671DD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CE231" w14:textId="77777777" w:rsidR="00D96144" w:rsidRDefault="00D96144" w:rsidP="00671DDF">
      <w:pPr>
        <w:spacing w:after="0" w:line="240" w:lineRule="auto"/>
      </w:pPr>
      <w:r>
        <w:separator/>
      </w:r>
    </w:p>
  </w:endnote>
  <w:endnote w:type="continuationSeparator" w:id="0">
    <w:p w14:paraId="7EA2134E" w14:textId="77777777" w:rsidR="00D96144" w:rsidRDefault="00D96144" w:rsidP="0067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89775" w14:textId="77777777" w:rsidR="00D96144" w:rsidRDefault="00D96144" w:rsidP="00671DDF">
      <w:pPr>
        <w:spacing w:after="0" w:line="240" w:lineRule="auto"/>
      </w:pPr>
      <w:r>
        <w:separator/>
      </w:r>
    </w:p>
  </w:footnote>
  <w:footnote w:type="continuationSeparator" w:id="0">
    <w:p w14:paraId="6572DDF7" w14:textId="77777777" w:rsidR="00D96144" w:rsidRDefault="00D96144" w:rsidP="00671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DD44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00"/>
    <w:rsid w:val="00003E47"/>
    <w:rsid w:val="0009442A"/>
    <w:rsid w:val="000E4562"/>
    <w:rsid w:val="000F47B5"/>
    <w:rsid w:val="001738AA"/>
    <w:rsid w:val="001F389B"/>
    <w:rsid w:val="002057E5"/>
    <w:rsid w:val="00276F5D"/>
    <w:rsid w:val="00293200"/>
    <w:rsid w:val="00351B15"/>
    <w:rsid w:val="003A5A84"/>
    <w:rsid w:val="003A5C12"/>
    <w:rsid w:val="004269E7"/>
    <w:rsid w:val="00427910"/>
    <w:rsid w:val="00465B30"/>
    <w:rsid w:val="004B7D3A"/>
    <w:rsid w:val="00612790"/>
    <w:rsid w:val="00636CD3"/>
    <w:rsid w:val="00650C2B"/>
    <w:rsid w:val="00671DDF"/>
    <w:rsid w:val="006A616C"/>
    <w:rsid w:val="006B626F"/>
    <w:rsid w:val="006E70D1"/>
    <w:rsid w:val="006E7536"/>
    <w:rsid w:val="0071760D"/>
    <w:rsid w:val="007A7556"/>
    <w:rsid w:val="00846859"/>
    <w:rsid w:val="008A5FFC"/>
    <w:rsid w:val="00920E5F"/>
    <w:rsid w:val="009E204C"/>
    <w:rsid w:val="00A01712"/>
    <w:rsid w:val="00A26176"/>
    <w:rsid w:val="00A411E3"/>
    <w:rsid w:val="00A44EF7"/>
    <w:rsid w:val="00B04B7B"/>
    <w:rsid w:val="00C13F91"/>
    <w:rsid w:val="00C174B5"/>
    <w:rsid w:val="00C50C73"/>
    <w:rsid w:val="00C646AD"/>
    <w:rsid w:val="00C66901"/>
    <w:rsid w:val="00C85166"/>
    <w:rsid w:val="00D219BB"/>
    <w:rsid w:val="00D96144"/>
    <w:rsid w:val="00DC1C1E"/>
    <w:rsid w:val="00E3436D"/>
    <w:rsid w:val="00E56F43"/>
    <w:rsid w:val="00F03271"/>
    <w:rsid w:val="00FB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76E5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5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DDF"/>
  </w:style>
  <w:style w:type="paragraph" w:styleId="Footer">
    <w:name w:val="footer"/>
    <w:basedOn w:val="Normal"/>
    <w:link w:val="Foot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DDF"/>
  </w:style>
  <w:style w:type="paragraph" w:styleId="BalloonText">
    <w:name w:val="Balloon Text"/>
    <w:basedOn w:val="Normal"/>
    <w:link w:val="BalloonTextChar"/>
    <w:uiPriority w:val="99"/>
    <w:semiHidden/>
    <w:unhideWhenUsed/>
    <w:rsid w:val="0067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71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5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DDF"/>
  </w:style>
  <w:style w:type="paragraph" w:styleId="Footer">
    <w:name w:val="footer"/>
    <w:basedOn w:val="Normal"/>
    <w:link w:val="FooterChar"/>
    <w:uiPriority w:val="99"/>
    <w:unhideWhenUsed/>
    <w:rsid w:val="00671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DDF"/>
  </w:style>
  <w:style w:type="paragraph" w:styleId="BalloonText">
    <w:name w:val="Balloon Text"/>
    <w:basedOn w:val="Normal"/>
    <w:link w:val="BalloonTextChar"/>
    <w:uiPriority w:val="99"/>
    <w:semiHidden/>
    <w:unhideWhenUsed/>
    <w:rsid w:val="00671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71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Web:Web2:Certificate%20Templates:RC-383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RC-383E.dot</Template>
  <TotalTime>5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Web4 web4</dc:creator>
  <cp:keywords/>
  <dc:description/>
  <cp:lastModifiedBy>Web4 web4</cp:lastModifiedBy>
  <cp:revision>4</cp:revision>
  <dcterms:created xsi:type="dcterms:W3CDTF">2019-08-20T15:47:00Z</dcterms:created>
  <dcterms:modified xsi:type="dcterms:W3CDTF">2019-08-20T15:52:00Z</dcterms:modified>
</cp:coreProperties>
</file>